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8B1" w:rsidRPr="005F7EE8" w:rsidRDefault="007658B1" w:rsidP="005F7EE8">
      <w:pPr>
        <w:jc w:val="center"/>
        <w:rPr>
          <w:sz w:val="24"/>
          <w:szCs w:val="24"/>
        </w:rPr>
      </w:pPr>
      <w:r w:rsidRPr="005F7EE8">
        <w:rPr>
          <w:sz w:val="24"/>
          <w:szCs w:val="24"/>
        </w:rPr>
        <w:t>Response to Intervention Team</w:t>
      </w:r>
      <w:r>
        <w:rPr>
          <w:sz w:val="24"/>
          <w:szCs w:val="24"/>
        </w:rPr>
        <w:t xml:space="preserve"> &amp; Job Descriptions</w:t>
      </w:r>
    </w:p>
    <w:p w:rsidR="007658B1" w:rsidRDefault="007658B1">
      <w:pPr>
        <w:rPr>
          <w:rFonts w:ascii="Times New Roman" w:hAnsi="Times New Roman" w:cs="Times New Roman"/>
          <w:sz w:val="24"/>
          <w:szCs w:val="24"/>
        </w:rPr>
      </w:pPr>
      <w:r w:rsidRPr="005F7EE8">
        <w:rPr>
          <w:rFonts w:ascii="Times New Roman" w:hAnsi="Times New Roman" w:cs="Times New Roman"/>
          <w:sz w:val="24"/>
          <w:szCs w:val="24"/>
        </w:rPr>
        <w:t>Team Members</w:t>
      </w:r>
    </w:p>
    <w:p w:rsidR="007658B1" w:rsidRDefault="007658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School Psychologist</w:t>
      </w:r>
    </w:p>
    <w:p w:rsidR="007658B1" w:rsidRDefault="007658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Special Education Team</w:t>
      </w:r>
    </w:p>
    <w:p w:rsidR="007658B1" w:rsidRDefault="007658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Title I Teacher (will send reminders to staff)</w:t>
      </w:r>
    </w:p>
    <w:p w:rsidR="007658B1" w:rsidRDefault="007658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Classroom Teacher</w:t>
      </w:r>
    </w:p>
    <w:p w:rsidR="007658B1" w:rsidRDefault="007658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Parents (invited by teacher)</w:t>
      </w:r>
    </w:p>
    <w:p w:rsidR="007658B1" w:rsidRDefault="007658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Previous and Future teachers at beginning or end of school year</w:t>
      </w:r>
    </w:p>
    <w:p w:rsidR="007658B1" w:rsidRDefault="007658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Roles</w:t>
      </w:r>
    </w:p>
    <w:p w:rsidR="007658B1" w:rsidRDefault="007658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Recorder</w:t>
      </w:r>
    </w:p>
    <w:p w:rsidR="007658B1" w:rsidRDefault="007658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Timekeeper – keeps team on time and focused</w:t>
      </w:r>
    </w:p>
    <w:p w:rsidR="007658B1" w:rsidRDefault="007658B1" w:rsidP="005F7EE8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Fascilitator – establishes and maintains collaborative atmosphere – keeps team focused on developing an intervention plan</w:t>
      </w:r>
    </w:p>
    <w:p w:rsidR="007658B1" w:rsidRDefault="007658B1" w:rsidP="005F7EE8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Case Manager – liason between classroom teacher and </w:t>
      </w:r>
      <w:smartTag w:uri="urn:schemas-microsoft-com:office:smarttags" w:element="stockticker">
        <w:r>
          <w:rPr>
            <w:rFonts w:ascii="Times New Roman" w:hAnsi="Times New Roman" w:cs="Times New Roman"/>
            <w:sz w:val="24"/>
            <w:szCs w:val="24"/>
          </w:rPr>
          <w:t>RTI</w:t>
        </w:r>
      </w:smartTag>
      <w:r>
        <w:rPr>
          <w:rFonts w:ascii="Times New Roman" w:hAnsi="Times New Roman" w:cs="Times New Roman"/>
          <w:sz w:val="24"/>
          <w:szCs w:val="24"/>
        </w:rPr>
        <w:t xml:space="preserve"> Team – have data to team members prior meetings for review and intervention ideas</w:t>
      </w:r>
      <w:bookmarkStart w:id="0" w:name="_GoBack"/>
      <w:bookmarkEnd w:id="0"/>
    </w:p>
    <w:p w:rsidR="007658B1" w:rsidRDefault="007658B1" w:rsidP="005F7E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Process should always be guided by data</w:t>
      </w:r>
    </w:p>
    <w:p w:rsidR="007658B1" w:rsidRDefault="007658B1" w:rsidP="005F7EE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Identify needs</w:t>
      </w:r>
    </w:p>
    <w:p w:rsidR="007658B1" w:rsidRDefault="007658B1" w:rsidP="005F7EE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Analyze causes</w:t>
      </w:r>
    </w:p>
    <w:p w:rsidR="007658B1" w:rsidRDefault="007658B1" w:rsidP="005F7EE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Develop an intervention with clear, objective, measurable goals documumented</w:t>
      </w:r>
    </w:p>
    <w:p w:rsidR="007658B1" w:rsidRDefault="007658B1" w:rsidP="005F7EE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Implement and monitor the plan</w:t>
      </w:r>
    </w:p>
    <w:p w:rsidR="007658B1" w:rsidRDefault="007658B1" w:rsidP="0048226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 is responsible?</w:t>
      </w:r>
    </w:p>
    <w:p w:rsidR="007658B1" w:rsidRDefault="007658B1" w:rsidP="0048226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will each person do?</w:t>
      </w:r>
    </w:p>
    <w:p w:rsidR="007658B1" w:rsidRDefault="007658B1" w:rsidP="0048226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Monitor and adjust plan as needed based on team consensus</w:t>
      </w:r>
    </w:p>
    <w:p w:rsidR="007658B1" w:rsidRPr="0048226C" w:rsidRDefault="007658B1" w:rsidP="0048226C">
      <w:pPr>
        <w:rPr>
          <w:rFonts w:ascii="Times New Roman" w:hAnsi="Times New Roman" w:cs="Times New Roman"/>
          <w:sz w:val="24"/>
          <w:szCs w:val="24"/>
        </w:rPr>
      </w:pPr>
    </w:p>
    <w:p w:rsidR="007658B1" w:rsidRPr="0048226C" w:rsidRDefault="007658B1" w:rsidP="0048226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</w:p>
    <w:p w:rsidR="007658B1" w:rsidRPr="005F7EE8" w:rsidRDefault="007658B1" w:rsidP="005F7EE8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7658B1" w:rsidRDefault="007658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658B1" w:rsidRDefault="007658B1">
      <w:pPr>
        <w:rPr>
          <w:rFonts w:ascii="Times New Roman" w:hAnsi="Times New Roman" w:cs="Times New Roman"/>
          <w:sz w:val="24"/>
          <w:szCs w:val="24"/>
        </w:rPr>
      </w:pPr>
    </w:p>
    <w:p w:rsidR="007658B1" w:rsidRDefault="007658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Meeting Time</w:t>
      </w:r>
    </w:p>
    <w:p w:rsidR="007658B1" w:rsidRDefault="007658B1">
      <w:pPr>
        <w:rPr>
          <w:rFonts w:ascii="Times New Roman" w:hAnsi="Times New Roman" w:cs="Times New Roman"/>
          <w:sz w:val="24"/>
          <w:szCs w:val="24"/>
        </w:rPr>
      </w:pPr>
    </w:p>
    <w:p w:rsidR="007658B1" w:rsidRDefault="007658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Meeting Location</w:t>
      </w:r>
    </w:p>
    <w:p w:rsidR="007658B1" w:rsidRDefault="007658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Title I Flex Rooom</w:t>
      </w:r>
    </w:p>
    <w:p w:rsidR="007658B1" w:rsidRDefault="007658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Communication Methods</w:t>
      </w:r>
    </w:p>
    <w:p w:rsidR="007658B1" w:rsidRPr="005F7EE8" w:rsidRDefault="007658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Staff e-mail/ phone calls or e-mail to parents</w:t>
      </w:r>
    </w:p>
    <w:p w:rsidR="007658B1" w:rsidRDefault="007658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Interventions Materials Library – </w:t>
      </w:r>
      <w:smartTag w:uri="urn:schemas-microsoft-com:office:smarttags" w:element="stockticker">
        <w:r>
          <w:rPr>
            <w:rFonts w:ascii="Times New Roman" w:hAnsi="Times New Roman" w:cs="Times New Roman"/>
            <w:sz w:val="24"/>
            <w:szCs w:val="24"/>
          </w:rPr>
          <w:t>NICE</w:t>
        </w:r>
      </w:smartTag>
      <w:r>
        <w:rPr>
          <w:rFonts w:ascii="Times New Roman" w:hAnsi="Times New Roman" w:cs="Times New Roman"/>
          <w:sz w:val="24"/>
          <w:szCs w:val="24"/>
        </w:rPr>
        <w:t xml:space="preserve"> IDEA!!!</w:t>
      </w:r>
      <w:r w:rsidRPr="005F7EE8">
        <w:rPr>
          <w:rFonts w:ascii="Times New Roman" w:hAnsi="Times New Roman" w:cs="Times New Roman"/>
          <w:sz w:val="24"/>
          <w:szCs w:val="24"/>
        </w:rPr>
        <w:tab/>
      </w:r>
    </w:p>
    <w:p w:rsidR="007658B1" w:rsidRPr="005F7EE8" w:rsidRDefault="007658B1">
      <w:pPr>
        <w:rPr>
          <w:rFonts w:ascii="Times New Roman" w:hAnsi="Times New Roman" w:cs="Times New Roman"/>
          <w:sz w:val="24"/>
          <w:szCs w:val="24"/>
        </w:rPr>
      </w:pPr>
    </w:p>
    <w:sectPr w:rsidR="007658B1" w:rsidRPr="005F7EE8" w:rsidSect="004D56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A640C8"/>
    <w:multiLevelType w:val="hybridMultilevel"/>
    <w:tmpl w:val="78EA15C0"/>
    <w:lvl w:ilvl="0" w:tplc="DE1C8F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6405670"/>
    <w:multiLevelType w:val="hybridMultilevel"/>
    <w:tmpl w:val="8BBE5FB8"/>
    <w:lvl w:ilvl="0" w:tplc="F820A5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7EE8"/>
    <w:rsid w:val="001A6AE3"/>
    <w:rsid w:val="0048226C"/>
    <w:rsid w:val="004D56A4"/>
    <w:rsid w:val="005F7EE8"/>
    <w:rsid w:val="007658B1"/>
    <w:rsid w:val="007B0C74"/>
    <w:rsid w:val="00E053F0"/>
    <w:rsid w:val="00F87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6A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F7E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156</Words>
  <Characters>894</Characters>
  <Application>Microsoft Office Outlook</Application>
  <DocSecurity>0</DocSecurity>
  <Lines>0</Lines>
  <Paragraphs>0</Paragraphs>
  <ScaleCrop>false</ScaleCrop>
  <Company>Garden Valley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Response to Intervention Team &amp; Job Descriptions</dc:title>
  <dc:subject/>
  <dc:creator>Barbara Sulfridge</dc:creator>
  <cp:keywords/>
  <dc:description/>
  <cp:lastModifiedBy>Barbara Sulfridge</cp:lastModifiedBy>
  <cp:revision>2</cp:revision>
  <dcterms:created xsi:type="dcterms:W3CDTF">2011-04-02T16:30:00Z</dcterms:created>
  <dcterms:modified xsi:type="dcterms:W3CDTF">2011-04-02T16:30:00Z</dcterms:modified>
</cp:coreProperties>
</file>